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UR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2CEBC007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60732">
        <w:rPr>
          <w:rFonts w:ascii="Corbel" w:hAnsi="Corbel"/>
          <w:i/>
          <w:smallCaps/>
          <w:sz w:val="24"/>
          <w:szCs w:val="24"/>
        </w:rPr>
        <w:t>2019-2022</w:t>
      </w:r>
    </w:p>
    <w:p w14:paraId="1EE6B5CF" w14:textId="2336671B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F60732">
        <w:rPr>
          <w:rFonts w:ascii="Corbel" w:hAnsi="Corbel"/>
          <w:sz w:val="20"/>
          <w:szCs w:val="20"/>
        </w:rPr>
        <w:t>1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F60732">
        <w:rPr>
          <w:rFonts w:ascii="Corbel" w:hAnsi="Corbel"/>
          <w:sz w:val="20"/>
          <w:szCs w:val="20"/>
        </w:rPr>
        <w:t>2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E/I/EP/C-1.4b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6FC685C1" w:rsidR="002C2B25" w:rsidRPr="004C0F62" w:rsidRDefault="004C0F62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F6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Wykł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Konw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Sem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Prakt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F09B8B1" w:rsidR="00015B8F" w:rsidRPr="00801088" w:rsidRDefault="004C0F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663F470" w:rsidR="00015B8F" w:rsidRPr="00801088" w:rsidRDefault="004C0F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3E306D9E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5B4CCBE6" w14:textId="3B166C0F" w:rsidR="009C54AE" w:rsidRPr="00801088" w:rsidRDefault="00626C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3DF235AC">
        <w:rPr>
          <w:rFonts w:ascii="Corbel" w:hAnsi="Corbel"/>
          <w:b w:val="0"/>
          <w:smallCaps w:val="0"/>
        </w:rPr>
        <w:t>egzamin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126DF0AE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28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EB70872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28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</w:t>
            </w:r>
            <w:bookmarkStart w:id="1" w:name="_GoBack"/>
            <w:bookmarkEnd w:id="1"/>
            <w:r w:rsidRPr="00801088">
              <w:rPr>
                <w:rFonts w:ascii="Corbel" w:hAnsi="Corbel"/>
                <w:sz w:val="24"/>
                <w:szCs w:val="24"/>
              </w:rPr>
              <w:t>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Branding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>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Marketing online –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instrumenty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formy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 xml:space="preserve">z wykorzystaniem platformy MS </w:t>
      </w:r>
      <w:proofErr w:type="spellStart"/>
      <w:r>
        <w:rPr>
          <w:rFonts w:ascii="Corbel" w:hAnsi="Corbel"/>
          <w:b w:val="0"/>
          <w:smallCaps w:val="0"/>
          <w:szCs w:val="20"/>
        </w:rPr>
        <w:t>Teams</w:t>
      </w:r>
      <w:proofErr w:type="spellEnd"/>
      <w:r>
        <w:rPr>
          <w:rFonts w:ascii="Corbel" w:hAnsi="Corbel"/>
          <w:b w:val="0"/>
          <w:smallCaps w:val="0"/>
          <w:szCs w:val="20"/>
        </w:rPr>
        <w:t>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2C1B13A9" w:rsidR="0085747A" w:rsidRPr="00801088" w:rsidRDefault="000E158B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t</w:t>
            </w:r>
            <w:r w:rsidR="00942E17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C921BA0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6622AA88" w:rsidR="0085747A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2B5E9D48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przedmiotu: egzamin pisemny w formie testu </w:t>
            </w:r>
            <w:r w:rsidR="00801088">
              <w:rPr>
                <w:rFonts w:ascii="Corbel" w:hAnsi="Corbel"/>
                <w:sz w:val="24"/>
                <w:szCs w:val="24"/>
              </w:rPr>
              <w:t>–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min. 5</w:t>
            </w:r>
            <w:r w:rsidR="00801088">
              <w:rPr>
                <w:rFonts w:ascii="Corbel" w:hAnsi="Corbel"/>
                <w:sz w:val="24"/>
                <w:szCs w:val="24"/>
              </w:rPr>
              <w:t>1</w:t>
            </w:r>
            <w:r w:rsidRPr="00801088">
              <w:rPr>
                <w:rFonts w:ascii="Corbel" w:hAnsi="Corbel"/>
                <w:sz w:val="24"/>
                <w:szCs w:val="24"/>
              </w:rPr>
              <w:t>% pytań z prawidłową odpowiedzią.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019B8D03" w:rsidR="0085747A" w:rsidRPr="00801088" w:rsidRDefault="004C0F62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5080DCBF" w:rsidR="00C61DC5" w:rsidRPr="00801088" w:rsidRDefault="004C0F62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7777777" w:rsidR="0085747A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7</w:t>
            </w:r>
            <w:r w:rsidR="00942E17"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77777777" w:rsidR="0085747A" w:rsidRPr="00801088" w:rsidRDefault="00C03BB5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6A8F0DB1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A8F0DB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 </w:t>
            </w:r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proofErr w:type="spellStart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Kotler</w:t>
            </w:r>
            <w:proofErr w:type="spellEnd"/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Ph</w:t>
            </w:r>
            <w:proofErr w:type="spellEnd"/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</w:t>
            </w:r>
            <w:proofErr w:type="spellEnd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H., </w:t>
            </w:r>
            <w:proofErr w:type="spellStart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Setiawan</w:t>
            </w:r>
            <w:proofErr w:type="spellEnd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I., (przekł. Dorota </w:t>
            </w:r>
            <w:proofErr w:type="spellStart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Gasper</w:t>
            </w:r>
            <w:proofErr w:type="spellEnd"/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), Marketing 4.0: era cyfrowa,</w:t>
            </w:r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 w:rsidRPr="6A8F0DB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6A8F0DB1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A9108" w14:textId="77777777" w:rsidR="00BF365E" w:rsidRDefault="00BF365E" w:rsidP="00C16ABF">
      <w:pPr>
        <w:spacing w:after="0" w:line="240" w:lineRule="auto"/>
      </w:pPr>
      <w:r>
        <w:separator/>
      </w:r>
    </w:p>
  </w:endnote>
  <w:endnote w:type="continuationSeparator" w:id="0">
    <w:p w14:paraId="6B6D882E" w14:textId="77777777" w:rsidR="00BF365E" w:rsidRDefault="00BF36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0BB77" w14:textId="77777777" w:rsidR="00BF365E" w:rsidRDefault="00BF365E" w:rsidP="00C16ABF">
      <w:pPr>
        <w:spacing w:after="0" w:line="240" w:lineRule="auto"/>
      </w:pPr>
      <w:r>
        <w:separator/>
      </w:r>
    </w:p>
  </w:footnote>
  <w:footnote w:type="continuationSeparator" w:id="0">
    <w:p w14:paraId="4941F7C6" w14:textId="77777777" w:rsidR="00BF365E" w:rsidRDefault="00BF365E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E33D3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F62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8F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BF365E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B28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732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6A8F0DB1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F24A-28B8-4AAA-857B-85EC420A4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8DDC11-F15D-4558-AD91-B79A793F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919</Words>
  <Characters>5515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17</cp:revision>
  <cp:lastPrinted>2019-02-06T12:12:00Z</cp:lastPrinted>
  <dcterms:created xsi:type="dcterms:W3CDTF">2020-11-17T18:26:00Z</dcterms:created>
  <dcterms:modified xsi:type="dcterms:W3CDTF">2021-01-05T13:22:00Z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